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2A7" w:rsidRDefault="00B762A7" w:rsidP="001D03CC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039"/>
        <w:tblW w:w="0" w:type="auto"/>
        <w:tblLook w:val="00A0"/>
      </w:tblPr>
      <w:tblGrid>
        <w:gridCol w:w="4927"/>
      </w:tblGrid>
      <w:tr w:rsidR="00B762A7" w:rsidRPr="002B6E54" w:rsidTr="00B8112D">
        <w:tc>
          <w:tcPr>
            <w:tcW w:w="4927" w:type="dxa"/>
          </w:tcPr>
          <w:p w:rsidR="00B762A7" w:rsidRPr="002B6E54" w:rsidRDefault="00B762A7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762A7" w:rsidRPr="002B6E54" w:rsidTr="00B8112D">
        <w:tc>
          <w:tcPr>
            <w:tcW w:w="4927" w:type="dxa"/>
          </w:tcPr>
          <w:p w:rsidR="00B762A7" w:rsidRPr="002B6E54" w:rsidRDefault="00B762A7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tbl>
      <w:tblPr>
        <w:tblW w:w="9542" w:type="dxa"/>
        <w:tblCellMar>
          <w:left w:w="30" w:type="dxa"/>
          <w:right w:w="30" w:type="dxa"/>
        </w:tblCellMar>
        <w:tblLook w:val="0000"/>
      </w:tblPr>
      <w:tblGrid>
        <w:gridCol w:w="4613"/>
        <w:gridCol w:w="1169"/>
        <w:gridCol w:w="3760"/>
      </w:tblGrid>
      <w:tr w:rsidR="00B762A7" w:rsidRPr="002B6E54" w:rsidTr="002B36B5">
        <w:trPr>
          <w:trHeight w:val="251"/>
        </w:trPr>
        <w:tc>
          <w:tcPr>
            <w:tcW w:w="9542" w:type="dxa"/>
            <w:gridSpan w:val="3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2B6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Приложение 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B762A7" w:rsidRPr="002B6E54" w:rsidTr="00235200">
        <w:trPr>
          <w:trHeight w:val="257"/>
        </w:trPr>
        <w:tc>
          <w:tcPr>
            <w:tcW w:w="9542" w:type="dxa"/>
            <w:gridSpan w:val="3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к решению Совета муниципального</w:t>
            </w:r>
          </w:p>
        </w:tc>
      </w:tr>
      <w:tr w:rsidR="00B762A7" w:rsidRPr="002B6E54" w:rsidTr="00220DFC">
        <w:trPr>
          <w:trHeight w:val="283"/>
        </w:trPr>
        <w:tc>
          <w:tcPr>
            <w:tcW w:w="9542" w:type="dxa"/>
            <w:gridSpan w:val="3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образования Усть-Лабинский район  </w:t>
            </w:r>
          </w:p>
        </w:tc>
      </w:tr>
      <w:tr w:rsidR="00B762A7" w:rsidRPr="002B6E54" w:rsidTr="00235200">
        <w:trPr>
          <w:trHeight w:val="200"/>
        </w:trPr>
        <w:tc>
          <w:tcPr>
            <w:tcW w:w="9542" w:type="dxa"/>
            <w:gridSpan w:val="3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от 14 июня 2019 года № 5 протокол №  68</w:t>
            </w:r>
          </w:p>
        </w:tc>
      </w:tr>
      <w:tr w:rsidR="00B762A7" w:rsidRPr="002B6E54" w:rsidTr="00220DFC">
        <w:trPr>
          <w:trHeight w:val="238"/>
        </w:trPr>
        <w:tc>
          <w:tcPr>
            <w:tcW w:w="4613" w:type="dxa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760" w:type="dxa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762A7" w:rsidRPr="002B6E54" w:rsidTr="00220DFC">
        <w:trPr>
          <w:trHeight w:val="283"/>
        </w:trPr>
        <w:tc>
          <w:tcPr>
            <w:tcW w:w="9542" w:type="dxa"/>
            <w:gridSpan w:val="3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Приложение № 8</w:t>
            </w:r>
          </w:p>
        </w:tc>
      </w:tr>
      <w:tr w:rsidR="00B762A7" w:rsidRPr="002B6E54" w:rsidTr="00220DFC">
        <w:trPr>
          <w:trHeight w:val="283"/>
        </w:trPr>
        <w:tc>
          <w:tcPr>
            <w:tcW w:w="9542" w:type="dxa"/>
            <w:gridSpan w:val="3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к решению Совета муниципального</w:t>
            </w:r>
          </w:p>
        </w:tc>
      </w:tr>
      <w:tr w:rsidR="00B762A7" w:rsidRPr="002B6E54" w:rsidTr="00220DFC">
        <w:trPr>
          <w:trHeight w:val="283"/>
        </w:trPr>
        <w:tc>
          <w:tcPr>
            <w:tcW w:w="9542" w:type="dxa"/>
            <w:gridSpan w:val="3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образования Усть-Лабинский район</w:t>
            </w:r>
          </w:p>
        </w:tc>
      </w:tr>
      <w:tr w:rsidR="00B762A7" w:rsidRPr="002B6E54" w:rsidTr="00220DFC">
        <w:trPr>
          <w:trHeight w:val="283"/>
        </w:trPr>
        <w:tc>
          <w:tcPr>
            <w:tcW w:w="9542" w:type="dxa"/>
            <w:gridSpan w:val="3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от 18 декабря 2018 года № 4 протокол № 61</w:t>
            </w:r>
          </w:p>
        </w:tc>
      </w:tr>
      <w:tr w:rsidR="00B762A7" w:rsidRPr="002B6E54" w:rsidTr="00220DFC">
        <w:trPr>
          <w:trHeight w:val="283"/>
        </w:trPr>
        <w:tc>
          <w:tcPr>
            <w:tcW w:w="9542" w:type="dxa"/>
            <w:gridSpan w:val="3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(в редакции решения Совета муниципального</w:t>
            </w:r>
          </w:p>
        </w:tc>
      </w:tr>
      <w:tr w:rsidR="00B762A7" w:rsidRPr="002B6E54" w:rsidTr="00220DFC">
        <w:trPr>
          <w:trHeight w:val="283"/>
        </w:trPr>
        <w:tc>
          <w:tcPr>
            <w:tcW w:w="9542" w:type="dxa"/>
            <w:gridSpan w:val="3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образования Усть-Лабинский район</w:t>
            </w:r>
          </w:p>
        </w:tc>
      </w:tr>
      <w:tr w:rsidR="00B762A7" w:rsidRPr="002B6E54" w:rsidTr="00220DFC">
        <w:trPr>
          <w:trHeight w:val="283"/>
        </w:trPr>
        <w:tc>
          <w:tcPr>
            <w:tcW w:w="9542" w:type="dxa"/>
            <w:gridSpan w:val="3"/>
          </w:tcPr>
          <w:p w:rsidR="00B762A7" w:rsidRPr="002B6E54" w:rsidRDefault="00B762A7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от 14 июня 2019 года № 5 протокол № 68</w:t>
            </w:r>
            <w:r w:rsidRPr="002B6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 </w:t>
            </w:r>
          </w:p>
        </w:tc>
      </w:tr>
    </w:tbl>
    <w:p w:rsidR="00B762A7" w:rsidRDefault="00B762A7" w:rsidP="00B8112D">
      <w:pPr>
        <w:pStyle w:val="Header"/>
        <w:tabs>
          <w:tab w:val="left" w:pos="5220"/>
        </w:tabs>
        <w:ind w:left="4678"/>
        <w:jc w:val="center"/>
        <w:rPr>
          <w:rFonts w:ascii="Times New Roman" w:hAnsi="Times New Roman"/>
          <w:sz w:val="28"/>
          <w:szCs w:val="28"/>
        </w:rPr>
      </w:pPr>
    </w:p>
    <w:p w:rsidR="00B762A7" w:rsidRDefault="00B762A7" w:rsidP="00B8112D">
      <w:pPr>
        <w:spacing w:after="0" w:line="228" w:lineRule="auto"/>
        <w:jc w:val="both"/>
        <w:rPr>
          <w:rFonts w:ascii="Times New Roman" w:hAnsi="Times New Roman"/>
          <w:sz w:val="28"/>
          <w:szCs w:val="20"/>
        </w:rPr>
      </w:pPr>
    </w:p>
    <w:p w:rsidR="00B762A7" w:rsidRDefault="00B762A7" w:rsidP="00B8112D">
      <w:pPr>
        <w:spacing w:after="0" w:line="228" w:lineRule="auto"/>
        <w:jc w:val="both"/>
        <w:rPr>
          <w:rFonts w:ascii="Times New Roman" w:hAnsi="Times New Roman"/>
          <w:sz w:val="28"/>
          <w:szCs w:val="20"/>
        </w:rPr>
      </w:pPr>
      <w:bookmarkStart w:id="0" w:name="_GoBack"/>
      <w:bookmarkEnd w:id="0"/>
    </w:p>
    <w:p w:rsidR="00B762A7" w:rsidRPr="00693800" w:rsidRDefault="00B762A7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3800">
        <w:rPr>
          <w:rFonts w:ascii="Times New Roman" w:hAnsi="Times New Roman" w:cs="Times New Roman"/>
          <w:sz w:val="28"/>
          <w:szCs w:val="28"/>
        </w:rPr>
        <w:t xml:space="preserve">Нормативы распределения доходов в бюджет муниципального </w:t>
      </w:r>
    </w:p>
    <w:p w:rsidR="00B762A7" w:rsidRDefault="00B762A7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Усть-Лабинский район на 2019 год </w:t>
      </w:r>
    </w:p>
    <w:p w:rsidR="00B762A7" w:rsidRPr="004374A1" w:rsidRDefault="00B762A7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2020 и 2021 годов</w:t>
      </w:r>
    </w:p>
    <w:p w:rsidR="00B762A7" w:rsidRDefault="00B762A7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762A7" w:rsidRDefault="00B762A7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762A7" w:rsidRPr="00B60C2C" w:rsidRDefault="00B762A7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8"/>
        <w:gridCol w:w="3688"/>
        <w:gridCol w:w="3916"/>
        <w:gridCol w:w="1475"/>
      </w:tblGrid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688" w:type="dxa"/>
            <w:vAlign w:val="center"/>
          </w:tcPr>
          <w:p w:rsidR="00B762A7" w:rsidRPr="002B6E54" w:rsidRDefault="00B762A7" w:rsidP="002B6E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 xml:space="preserve">Код бюджетной классификации </w:t>
            </w:r>
          </w:p>
          <w:p w:rsidR="00B762A7" w:rsidRPr="002B6E54" w:rsidRDefault="00B762A7" w:rsidP="002B6E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Наименование кода вида доходов, кода подвидов доходов бюджета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Норматив, %</w:t>
            </w: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000 1 09 07013 05 0000 110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000 1 09 07033 05 0000 110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000 1 09 07043 05 0000 110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000 1 09 07053 05 0000 110</w:t>
            </w:r>
          </w:p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000 1 11 02033 05 0000 120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000 1 13 01995 05 0000 130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000 1 13 02065 05 0000 130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000 1 13 02995 05 0000 130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000 1 15 02050 05 0000 140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762A7" w:rsidRPr="002B6E54" w:rsidTr="002B6E54">
        <w:trPr>
          <w:trHeight w:val="3064"/>
        </w:trPr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000 1 16 23051 05 0000 140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000 1 16 23052 05 0000 140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000 1 16 37040 05 0000 140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000 1 17 01050 05 0000 180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000 1 17 05050 05 0000 180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B762A7" w:rsidRPr="002B6E54" w:rsidRDefault="00B762A7" w:rsidP="002B6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62A7" w:rsidRPr="002B6E54" w:rsidTr="002B6E54">
        <w:tc>
          <w:tcPr>
            <w:tcW w:w="66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688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000 1 17 14030 05 0000 150</w:t>
            </w:r>
          </w:p>
        </w:tc>
        <w:tc>
          <w:tcPr>
            <w:tcW w:w="3916" w:type="dxa"/>
          </w:tcPr>
          <w:p w:rsidR="00B762A7" w:rsidRPr="002B6E54" w:rsidRDefault="00B762A7" w:rsidP="002B6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475" w:type="dxa"/>
          </w:tcPr>
          <w:p w:rsidR="00B762A7" w:rsidRPr="002B6E54" w:rsidRDefault="00B762A7" w:rsidP="002B6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E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B762A7" w:rsidRPr="005E372D" w:rsidRDefault="00B762A7" w:rsidP="00504534">
      <w:pPr>
        <w:tabs>
          <w:tab w:val="left" w:pos="4395"/>
        </w:tabs>
        <w:spacing w:after="0"/>
        <w:rPr>
          <w:rFonts w:ascii="Times New Roman" w:hAnsi="Times New Roman"/>
          <w:sz w:val="28"/>
          <w:szCs w:val="28"/>
        </w:rPr>
      </w:pPr>
    </w:p>
    <w:p w:rsidR="00B762A7" w:rsidRPr="005E372D" w:rsidRDefault="00B762A7" w:rsidP="00504534">
      <w:pPr>
        <w:tabs>
          <w:tab w:val="left" w:pos="4395"/>
        </w:tabs>
        <w:spacing w:after="0"/>
        <w:rPr>
          <w:rFonts w:ascii="Times New Roman" w:hAnsi="Times New Roman"/>
          <w:sz w:val="28"/>
          <w:szCs w:val="28"/>
        </w:rPr>
      </w:pPr>
    </w:p>
    <w:p w:rsidR="00B762A7" w:rsidRPr="005E372D" w:rsidRDefault="00B762A7" w:rsidP="00504534">
      <w:pPr>
        <w:tabs>
          <w:tab w:val="left" w:pos="4395"/>
        </w:tabs>
        <w:spacing w:after="0"/>
        <w:rPr>
          <w:rFonts w:ascii="Times New Roman" w:hAnsi="Times New Roman"/>
          <w:sz w:val="28"/>
          <w:szCs w:val="28"/>
        </w:rPr>
      </w:pPr>
    </w:p>
    <w:p w:rsidR="00B762A7" w:rsidRPr="005E372D" w:rsidRDefault="00B762A7" w:rsidP="002D12CE">
      <w:pPr>
        <w:tabs>
          <w:tab w:val="left" w:pos="43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62A7" w:rsidRPr="0031425E" w:rsidRDefault="00B762A7" w:rsidP="00080264">
      <w:pPr>
        <w:spacing w:line="240" w:lineRule="auto"/>
        <w:rPr>
          <w:rFonts w:ascii="Times New Roman" w:hAnsi="Times New Roman"/>
          <w:sz w:val="28"/>
          <w:szCs w:val="28"/>
        </w:rPr>
      </w:pPr>
      <w:r w:rsidRPr="005E372D"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администрации муниципального                                                                          образования Усть-Лабинский район </w:t>
      </w:r>
      <w:r w:rsidRPr="005E372D">
        <w:rPr>
          <w:rFonts w:ascii="Times New Roman" w:hAnsi="Times New Roman"/>
          <w:sz w:val="28"/>
          <w:szCs w:val="28"/>
        </w:rPr>
        <w:tab/>
      </w:r>
      <w:r w:rsidRPr="005E372D">
        <w:rPr>
          <w:rFonts w:ascii="Times New Roman" w:hAnsi="Times New Roman"/>
          <w:sz w:val="28"/>
          <w:szCs w:val="28"/>
        </w:rPr>
        <w:tab/>
      </w:r>
      <w:r w:rsidRPr="005E372D">
        <w:rPr>
          <w:rFonts w:ascii="Times New Roman" w:hAnsi="Times New Roman"/>
          <w:sz w:val="28"/>
          <w:szCs w:val="28"/>
        </w:rPr>
        <w:tab/>
      </w:r>
      <w:r w:rsidRPr="005E372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5E372D">
        <w:rPr>
          <w:rFonts w:ascii="Times New Roman" w:hAnsi="Times New Roman"/>
          <w:sz w:val="28"/>
          <w:szCs w:val="28"/>
        </w:rPr>
        <w:t>М.А. Дружкова</w:t>
      </w:r>
    </w:p>
    <w:p w:rsidR="00B762A7" w:rsidRPr="0031425E" w:rsidRDefault="00B762A7" w:rsidP="002D12CE">
      <w:pPr>
        <w:tabs>
          <w:tab w:val="left" w:pos="43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62A7" w:rsidRPr="0031425E" w:rsidRDefault="00B762A7" w:rsidP="002D12CE">
      <w:pPr>
        <w:tabs>
          <w:tab w:val="left" w:pos="43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762A7" w:rsidRPr="0031425E" w:rsidSect="00123C5F">
      <w:headerReference w:type="default" r:id="rId7"/>
      <w:pgSz w:w="11906" w:h="16838"/>
      <w:pgMar w:top="568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2A7" w:rsidRDefault="00B762A7" w:rsidP="005E3CC5">
      <w:pPr>
        <w:spacing w:after="0" w:line="240" w:lineRule="auto"/>
      </w:pPr>
      <w:r>
        <w:separator/>
      </w:r>
    </w:p>
  </w:endnote>
  <w:endnote w:type="continuationSeparator" w:id="0">
    <w:p w:rsidR="00B762A7" w:rsidRDefault="00B762A7" w:rsidP="005E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2A7" w:rsidRDefault="00B762A7" w:rsidP="005E3CC5">
      <w:pPr>
        <w:spacing w:after="0" w:line="240" w:lineRule="auto"/>
      </w:pPr>
      <w:r>
        <w:separator/>
      </w:r>
    </w:p>
  </w:footnote>
  <w:footnote w:type="continuationSeparator" w:id="0">
    <w:p w:rsidR="00B762A7" w:rsidRDefault="00B762A7" w:rsidP="005E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2A7" w:rsidRPr="005E3CC5" w:rsidRDefault="00B762A7">
    <w:pPr>
      <w:pStyle w:val="Header"/>
      <w:jc w:val="center"/>
      <w:rPr>
        <w:rFonts w:ascii="Times New Roman" w:hAnsi="Times New Roman"/>
        <w:sz w:val="28"/>
        <w:szCs w:val="28"/>
      </w:rPr>
    </w:pPr>
    <w:r w:rsidRPr="005E3CC5">
      <w:rPr>
        <w:rFonts w:ascii="Times New Roman" w:hAnsi="Times New Roman"/>
        <w:sz w:val="28"/>
        <w:szCs w:val="28"/>
      </w:rPr>
      <w:fldChar w:fldCharType="begin"/>
    </w:r>
    <w:r w:rsidRPr="005E3CC5">
      <w:rPr>
        <w:rFonts w:ascii="Times New Roman" w:hAnsi="Times New Roman"/>
        <w:sz w:val="28"/>
        <w:szCs w:val="28"/>
      </w:rPr>
      <w:instrText xml:space="preserve"> PAGE   \* MERGEFORMAT </w:instrText>
    </w:r>
    <w:r w:rsidRPr="005E3CC5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5E3CC5">
      <w:rPr>
        <w:rFonts w:ascii="Times New Roman" w:hAnsi="Times New Roman"/>
        <w:sz w:val="28"/>
        <w:szCs w:val="28"/>
      </w:rPr>
      <w:fldChar w:fldCharType="end"/>
    </w:r>
  </w:p>
  <w:p w:rsidR="00B762A7" w:rsidRDefault="00B762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2DFA"/>
    <w:multiLevelType w:val="hybridMultilevel"/>
    <w:tmpl w:val="3E48C460"/>
    <w:lvl w:ilvl="0" w:tplc="1966DCD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534"/>
    <w:rsid w:val="00005CEB"/>
    <w:rsid w:val="00016633"/>
    <w:rsid w:val="0004032F"/>
    <w:rsid w:val="00042EB2"/>
    <w:rsid w:val="00056316"/>
    <w:rsid w:val="00061F46"/>
    <w:rsid w:val="00080264"/>
    <w:rsid w:val="00084320"/>
    <w:rsid w:val="000F7AF3"/>
    <w:rsid w:val="0011515C"/>
    <w:rsid w:val="00123C5F"/>
    <w:rsid w:val="00164249"/>
    <w:rsid w:val="00174683"/>
    <w:rsid w:val="0017571D"/>
    <w:rsid w:val="0018725F"/>
    <w:rsid w:val="001D03CC"/>
    <w:rsid w:val="001D195B"/>
    <w:rsid w:val="00220DFC"/>
    <w:rsid w:val="00235200"/>
    <w:rsid w:val="00292507"/>
    <w:rsid w:val="002B36B5"/>
    <w:rsid w:val="002B6E54"/>
    <w:rsid w:val="002D12CE"/>
    <w:rsid w:val="00301A7B"/>
    <w:rsid w:val="00313314"/>
    <w:rsid w:val="0031425E"/>
    <w:rsid w:val="003150F9"/>
    <w:rsid w:val="00332390"/>
    <w:rsid w:val="003424BE"/>
    <w:rsid w:val="00375E24"/>
    <w:rsid w:val="00385861"/>
    <w:rsid w:val="003C114B"/>
    <w:rsid w:val="003D5D78"/>
    <w:rsid w:val="003D70D4"/>
    <w:rsid w:val="003D769D"/>
    <w:rsid w:val="003E292C"/>
    <w:rsid w:val="003E6ED4"/>
    <w:rsid w:val="00411171"/>
    <w:rsid w:val="00425463"/>
    <w:rsid w:val="00432BCC"/>
    <w:rsid w:val="004374A1"/>
    <w:rsid w:val="004A7F89"/>
    <w:rsid w:val="004B3347"/>
    <w:rsid w:val="004D102E"/>
    <w:rsid w:val="004F0309"/>
    <w:rsid w:val="004F2D8B"/>
    <w:rsid w:val="00504534"/>
    <w:rsid w:val="00534B8A"/>
    <w:rsid w:val="00582863"/>
    <w:rsid w:val="005E372D"/>
    <w:rsid w:val="005E3CC5"/>
    <w:rsid w:val="005E6054"/>
    <w:rsid w:val="00641697"/>
    <w:rsid w:val="0068399F"/>
    <w:rsid w:val="00693800"/>
    <w:rsid w:val="00693F39"/>
    <w:rsid w:val="006A1142"/>
    <w:rsid w:val="006F0A62"/>
    <w:rsid w:val="00703FBE"/>
    <w:rsid w:val="007B0745"/>
    <w:rsid w:val="007C783B"/>
    <w:rsid w:val="007F023C"/>
    <w:rsid w:val="0083109D"/>
    <w:rsid w:val="00835EDF"/>
    <w:rsid w:val="008844D7"/>
    <w:rsid w:val="008A4645"/>
    <w:rsid w:val="00901C63"/>
    <w:rsid w:val="00961EC1"/>
    <w:rsid w:val="009722D4"/>
    <w:rsid w:val="00981013"/>
    <w:rsid w:val="009A5CE9"/>
    <w:rsid w:val="009E11B0"/>
    <w:rsid w:val="009F4B8D"/>
    <w:rsid w:val="00A043F4"/>
    <w:rsid w:val="00A22B42"/>
    <w:rsid w:val="00A668BE"/>
    <w:rsid w:val="00AA259B"/>
    <w:rsid w:val="00AC11B8"/>
    <w:rsid w:val="00AF7181"/>
    <w:rsid w:val="00B14129"/>
    <w:rsid w:val="00B60C2C"/>
    <w:rsid w:val="00B66E1C"/>
    <w:rsid w:val="00B762A7"/>
    <w:rsid w:val="00B8112D"/>
    <w:rsid w:val="00B90093"/>
    <w:rsid w:val="00BD0207"/>
    <w:rsid w:val="00BF74DE"/>
    <w:rsid w:val="00BF76DD"/>
    <w:rsid w:val="00C16EA7"/>
    <w:rsid w:val="00C21920"/>
    <w:rsid w:val="00C45FBB"/>
    <w:rsid w:val="00C57F06"/>
    <w:rsid w:val="00CB5F48"/>
    <w:rsid w:val="00CD61B1"/>
    <w:rsid w:val="00D220A0"/>
    <w:rsid w:val="00D503EB"/>
    <w:rsid w:val="00D54D43"/>
    <w:rsid w:val="00D653B8"/>
    <w:rsid w:val="00D77BAB"/>
    <w:rsid w:val="00DE2331"/>
    <w:rsid w:val="00E064FD"/>
    <w:rsid w:val="00E07F8F"/>
    <w:rsid w:val="00E54507"/>
    <w:rsid w:val="00E76D51"/>
    <w:rsid w:val="00EF36A4"/>
    <w:rsid w:val="00F05E14"/>
    <w:rsid w:val="00F26FA5"/>
    <w:rsid w:val="00F614A8"/>
    <w:rsid w:val="00F72F07"/>
    <w:rsid w:val="00FA659C"/>
    <w:rsid w:val="00FC7A06"/>
    <w:rsid w:val="00FF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CE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0453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04534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Header">
    <w:name w:val="header"/>
    <w:basedOn w:val="Normal"/>
    <w:link w:val="HeaderChar"/>
    <w:uiPriority w:val="99"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E3CC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3CC5"/>
    <w:rPr>
      <w:rFonts w:cs="Times New Roman"/>
    </w:rPr>
  </w:style>
  <w:style w:type="paragraph" w:customStyle="1" w:styleId="a">
    <w:name w:val="Нормальный (таблица)"/>
    <w:basedOn w:val="Normal"/>
    <w:next w:val="Normal"/>
    <w:uiPriority w:val="99"/>
    <w:rsid w:val="00B8112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8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3</Pages>
  <Words>533</Words>
  <Characters>3044</Characters>
  <Application>Microsoft Office Outlook</Application>
  <DocSecurity>0</DocSecurity>
  <Lines>0</Lines>
  <Paragraphs>0</Paragraphs>
  <ScaleCrop>false</ScaleCrop>
  <Company>ФУ МО Кореновский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komisarova</dc:creator>
  <cp:keywords/>
  <dc:description/>
  <cp:lastModifiedBy>User</cp:lastModifiedBy>
  <cp:revision>135</cp:revision>
  <cp:lastPrinted>2019-05-27T15:47:00Z</cp:lastPrinted>
  <dcterms:created xsi:type="dcterms:W3CDTF">2019-05-29T12:28:00Z</dcterms:created>
  <dcterms:modified xsi:type="dcterms:W3CDTF">2019-06-13T09:37:00Z</dcterms:modified>
</cp:coreProperties>
</file>